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9D5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F9CF07" w14:textId="38581D81" w:rsidR="009A54BB" w:rsidRDefault="003D6321" w:rsidP="009A54BB">
      <w:r>
        <w:t>Wastafel</w:t>
      </w:r>
      <w:r w:rsidR="009A54BB">
        <w:t xml:space="preserve"> vervaardigd uit sanitair porselein met kraangat en assymetrische overloop</w:t>
      </w:r>
    </w:p>
    <w:p w14:paraId="2910B3E7" w14:textId="7D4A19FB" w:rsidR="008E4B3D" w:rsidRDefault="008E4B3D" w:rsidP="008E4B3D">
      <w:r>
        <w:t>De overloop bevindt zich aan de achterzijde van de wastafel</w:t>
      </w:r>
    </w:p>
    <w:p w14:paraId="3B77C5D0" w14:textId="4AEC7336" w:rsidR="00AD03D8" w:rsidRDefault="00AD03D8" w:rsidP="00AD03D8">
      <w:r>
        <w:t>De overloop is assymetrisch rechts voorzien en is verwerkt in het porselein</w:t>
      </w:r>
    </w:p>
    <w:p w14:paraId="3C881C01" w14:textId="06A55589" w:rsidR="009A54BB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breder uit.  </w:t>
      </w:r>
    </w:p>
    <w:p w14:paraId="0FCF24F1" w14:textId="6A94AA09" w:rsidR="00756046" w:rsidRDefault="00756046" w:rsidP="009A54BB">
      <w:r>
        <w:t>De hoogte van wastafel is van die aard dat de ophanging niet zichtbaar is langs de buitenzijde</w:t>
      </w:r>
    </w:p>
    <w:p w14:paraId="08A20D9A" w14:textId="288C4448" w:rsidR="00756046" w:rsidRDefault="009A54BB" w:rsidP="009A54BB">
      <w:r>
        <w:t xml:space="preserve">Het kraanvlak is volledig vlak met één centraal kraangat.  </w:t>
      </w:r>
    </w:p>
    <w:p w14:paraId="452C4EFE" w14:textId="6C0CBFB9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4FDF419C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2E4E79F" w14:textId="77777777" w:rsidR="009A54BB" w:rsidRPr="009A54BB" w:rsidRDefault="009A54BB" w:rsidP="009A54BB"/>
    <w:p w14:paraId="62969274" w14:textId="77777777" w:rsidR="009A54BB" w:rsidRPr="009A54BB" w:rsidRDefault="009A54BB" w:rsidP="009A54BB"/>
    <w:p w14:paraId="457D683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1424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D2D5FB" w14:textId="77777777" w:rsidR="002F1A08" w:rsidRDefault="002F1A08" w:rsidP="002F1A08">
      <w:r>
        <w:t>De materie is glasporselein met een max wateropname van 0.5%.</w:t>
      </w:r>
    </w:p>
    <w:p w14:paraId="6567DE51" w14:textId="77777777" w:rsidR="002F1A08" w:rsidRPr="002F1A08" w:rsidRDefault="002F1A08" w:rsidP="002F1A08">
      <w:pPr>
        <w:ind w:left="567"/>
        <w:rPr>
          <w:u w:val="single"/>
        </w:rPr>
      </w:pPr>
    </w:p>
    <w:p w14:paraId="5CC8A4F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86E5667" w14:textId="72960B37" w:rsidR="00DD0E11" w:rsidRDefault="00DD0E11" w:rsidP="00DD0E11">
      <w:r>
        <w:t>Geëmailleerd</w:t>
      </w:r>
      <w:r w:rsidR="00756046">
        <w:t>:  dikte van de email laag is 0.6µ</w:t>
      </w:r>
    </w:p>
    <w:p w14:paraId="5BF574C0" w14:textId="77777777" w:rsidR="00DD0E11" w:rsidRDefault="00DD0E11" w:rsidP="00DD0E11">
      <w:r>
        <w:t xml:space="preserve">Mechanische belasting van 150kg gedurende 1 uur </w:t>
      </w:r>
    </w:p>
    <w:p w14:paraId="728CC097" w14:textId="77777777" w:rsidR="00EC40BB" w:rsidRDefault="00EC40BB" w:rsidP="00DD0E11">
      <w:r>
        <w:t>EN14688</w:t>
      </w:r>
    </w:p>
    <w:p w14:paraId="1CC54EB4" w14:textId="2E5E6F76" w:rsidR="00DD0E11" w:rsidRDefault="005F4D52" w:rsidP="00DD0E11">
      <w:r>
        <w:t>Diepte:</w:t>
      </w:r>
      <w:r>
        <w:tab/>
      </w:r>
      <w:r w:rsidR="00756046">
        <w:t>48</w:t>
      </w:r>
      <w:r>
        <w:t>cm</w:t>
      </w:r>
    </w:p>
    <w:p w14:paraId="58690DF4" w14:textId="183A7DE2" w:rsidR="005F4D52" w:rsidRDefault="005F4D52" w:rsidP="00DD0E11">
      <w:r>
        <w:t>Breedte:</w:t>
      </w:r>
      <w:r>
        <w:tab/>
      </w:r>
      <w:r w:rsidR="00756046">
        <w:t>60</w:t>
      </w:r>
      <w:r>
        <w:t>cm</w:t>
      </w:r>
    </w:p>
    <w:p w14:paraId="51493D2E" w14:textId="48236E0E" w:rsidR="005F4D52" w:rsidRDefault="005F4D52" w:rsidP="00DD0E11">
      <w:r>
        <w:t>Hoogte:</w:t>
      </w:r>
      <w:r>
        <w:tab/>
        <w:t>1</w:t>
      </w:r>
      <w:r w:rsidR="00A45D7F">
        <w:t>7.5</w:t>
      </w:r>
      <w:r>
        <w:t>cm</w:t>
      </w:r>
    </w:p>
    <w:p w14:paraId="01BCEB00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479017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DF37A8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B169B0" w14:textId="46FCFFF5" w:rsidR="009A54BB" w:rsidRPr="009A54BB" w:rsidRDefault="009A54BB" w:rsidP="009A54BB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14:paraId="31303F28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2F3C08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2E5F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1C941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56938B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113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4509095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1C7956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0BC1C4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D967DBF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162F435" w14:textId="77777777" w:rsidR="00C454A1" w:rsidRPr="00C454A1" w:rsidRDefault="00C454A1" w:rsidP="00C454A1"/>
    <w:p w14:paraId="7C3F7DB3" w14:textId="77777777" w:rsidR="00586B18" w:rsidRPr="00586B18" w:rsidRDefault="00586B18" w:rsidP="00586B18"/>
    <w:p w14:paraId="2AC6445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337E737" w14:textId="0C6E666B" w:rsidR="008A5169" w:rsidRDefault="003806AF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25BCC99" wp14:editId="4E0F04F7">
            <wp:extent cx="5977255" cy="3174365"/>
            <wp:effectExtent l="0" t="0" r="4445" b="698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74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BE42B" w14:textId="77777777" w:rsidR="004C6AB5" w:rsidRDefault="004C6AB5">
      <w:r>
        <w:separator/>
      </w:r>
    </w:p>
  </w:endnote>
  <w:endnote w:type="continuationSeparator" w:id="0">
    <w:p w14:paraId="2A446EA5" w14:textId="77777777" w:rsidR="004C6AB5" w:rsidRDefault="004C6AB5">
      <w:r>
        <w:continuationSeparator/>
      </w:r>
    </w:p>
  </w:endnote>
  <w:endnote w:type="continuationNotice" w:id="1">
    <w:p w14:paraId="52E12BD6" w14:textId="77777777" w:rsidR="004C6AB5" w:rsidRDefault="004C6A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D93CBF" w14:textId="77777777">
      <w:tc>
        <w:tcPr>
          <w:tcW w:w="3392" w:type="dxa"/>
        </w:tcPr>
        <w:p w14:paraId="1B89834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57E5B7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5B86C24F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7FC426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E8C32" w14:textId="77777777" w:rsidR="004C6AB5" w:rsidRDefault="004C6AB5">
      <w:r>
        <w:separator/>
      </w:r>
    </w:p>
  </w:footnote>
  <w:footnote w:type="continuationSeparator" w:id="0">
    <w:p w14:paraId="7BC36D29" w14:textId="77777777" w:rsidR="004C6AB5" w:rsidRDefault="004C6AB5">
      <w:r>
        <w:continuationSeparator/>
      </w:r>
    </w:p>
  </w:footnote>
  <w:footnote w:type="continuationNotice" w:id="1">
    <w:p w14:paraId="0D530EF1" w14:textId="77777777" w:rsidR="004C6AB5" w:rsidRDefault="004C6A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D9A69" w14:textId="06D5E3E9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560467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 xml:space="preserve">nova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498D9A" w14:textId="77777777" w:rsidR="009A54BB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Centraal kraangat</w:t>
    </w:r>
  </w:p>
  <w:p w14:paraId="0BCA3686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22807592">
    <w:abstractNumId w:val="18"/>
  </w:num>
  <w:num w:numId="2" w16cid:durableId="1275752711">
    <w:abstractNumId w:val="24"/>
  </w:num>
  <w:num w:numId="3" w16cid:durableId="2103337925">
    <w:abstractNumId w:val="4"/>
  </w:num>
  <w:num w:numId="4" w16cid:durableId="1598711914">
    <w:abstractNumId w:val="3"/>
  </w:num>
  <w:num w:numId="5" w16cid:durableId="817770616">
    <w:abstractNumId w:val="14"/>
  </w:num>
  <w:num w:numId="6" w16cid:durableId="1573272188">
    <w:abstractNumId w:val="16"/>
  </w:num>
  <w:num w:numId="7" w16cid:durableId="2135324449">
    <w:abstractNumId w:val="6"/>
  </w:num>
  <w:num w:numId="8" w16cid:durableId="1189248271">
    <w:abstractNumId w:val="21"/>
  </w:num>
  <w:num w:numId="9" w16cid:durableId="2010861272">
    <w:abstractNumId w:val="27"/>
  </w:num>
  <w:num w:numId="10" w16cid:durableId="1765569383">
    <w:abstractNumId w:val="2"/>
  </w:num>
  <w:num w:numId="11" w16cid:durableId="192377835">
    <w:abstractNumId w:val="13"/>
  </w:num>
  <w:num w:numId="12" w16cid:durableId="661392370">
    <w:abstractNumId w:val="12"/>
  </w:num>
  <w:num w:numId="13" w16cid:durableId="536049035">
    <w:abstractNumId w:val="26"/>
  </w:num>
  <w:num w:numId="14" w16cid:durableId="1216819280">
    <w:abstractNumId w:val="8"/>
  </w:num>
  <w:num w:numId="15" w16cid:durableId="1348674936">
    <w:abstractNumId w:val="0"/>
  </w:num>
  <w:num w:numId="16" w16cid:durableId="798033831">
    <w:abstractNumId w:val="11"/>
  </w:num>
  <w:num w:numId="17" w16cid:durableId="660618989">
    <w:abstractNumId w:val="5"/>
  </w:num>
  <w:num w:numId="18" w16cid:durableId="1611934915">
    <w:abstractNumId w:val="22"/>
  </w:num>
  <w:num w:numId="19" w16cid:durableId="885142585">
    <w:abstractNumId w:val="23"/>
  </w:num>
  <w:num w:numId="20" w16cid:durableId="385446684">
    <w:abstractNumId w:val="20"/>
  </w:num>
  <w:num w:numId="21" w16cid:durableId="1564682652">
    <w:abstractNumId w:val="19"/>
  </w:num>
  <w:num w:numId="22" w16cid:durableId="925646644">
    <w:abstractNumId w:val="15"/>
  </w:num>
  <w:num w:numId="23" w16cid:durableId="1050567274">
    <w:abstractNumId w:val="25"/>
  </w:num>
  <w:num w:numId="24" w16cid:durableId="1591352885">
    <w:abstractNumId w:val="9"/>
  </w:num>
  <w:num w:numId="25" w16cid:durableId="1814055441">
    <w:abstractNumId w:val="10"/>
  </w:num>
  <w:num w:numId="26" w16cid:durableId="1714160298">
    <w:abstractNumId w:val="1"/>
  </w:num>
  <w:num w:numId="27" w16cid:durableId="892155516">
    <w:abstractNumId w:val="17"/>
  </w:num>
  <w:num w:numId="28" w16cid:durableId="753479132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06AF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02345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C6AB5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0467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047F9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D7F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051B"/>
    <w:rsid w:val="00BD4BC8"/>
    <w:rsid w:val="00BE27FD"/>
    <w:rsid w:val="00BE699F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E1E2D2-7617-4FC2-9A0D-C3237EAF167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AF708229-8B50-428C-918F-8AA09E73E6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9BA542-EF84-454B-A291-93BA8C94791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295</TotalTime>
  <Pages>2</Pages>
  <Words>174</Words>
  <Characters>959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2023-10-27T11:43:00Z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432800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